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88909" w14:textId="77777777" w:rsidR="008C50E7" w:rsidRPr="00016A17" w:rsidRDefault="008C50E7" w:rsidP="00A57441">
      <w:pPr>
        <w:pStyle w:val="Titolo"/>
        <w:rPr>
          <w:rFonts w:ascii="Arial" w:hAnsi="Arial" w:cs="Arial"/>
          <w:sz w:val="32"/>
          <w:szCs w:val="32"/>
        </w:rPr>
      </w:pPr>
    </w:p>
    <w:p w14:paraId="69F6ACE2" w14:textId="475FEBFE" w:rsidR="00357EE8" w:rsidRPr="002A4F3F" w:rsidRDefault="00357EE8" w:rsidP="00357EE8">
      <w:pPr>
        <w:pStyle w:val="Titolo"/>
        <w:pBdr>
          <w:top w:val="single" w:sz="4" w:space="1" w:color="auto"/>
        </w:pBdr>
        <w:rPr>
          <w:rFonts w:ascii="Arial" w:hAnsi="Arial" w:cs="Arial"/>
          <w:bCs/>
          <w:sz w:val="32"/>
        </w:rPr>
      </w:pPr>
      <w:r w:rsidRPr="002A4F3F">
        <w:rPr>
          <w:rFonts w:ascii="Arial" w:hAnsi="Arial" w:cs="Arial"/>
          <w:bCs/>
          <w:sz w:val="32"/>
        </w:rPr>
        <w:t xml:space="preserve">VERIFY </w:t>
      </w:r>
      <w:r>
        <w:rPr>
          <w:rFonts w:ascii="Arial" w:hAnsi="Arial" w:cs="Arial"/>
          <w:bCs/>
          <w:sz w:val="32"/>
        </w:rPr>
        <w:t>EVAPORATOR</w:t>
      </w:r>
    </w:p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2266"/>
        <w:gridCol w:w="106"/>
        <w:gridCol w:w="569"/>
        <w:gridCol w:w="2129"/>
        <w:gridCol w:w="30"/>
        <w:gridCol w:w="287"/>
        <w:gridCol w:w="1416"/>
        <w:gridCol w:w="1239"/>
        <w:gridCol w:w="712"/>
        <w:gridCol w:w="318"/>
        <w:gridCol w:w="1351"/>
      </w:tblGrid>
      <w:tr w:rsidR="00E644FA" w:rsidRPr="008314CA" w14:paraId="2106F590" w14:textId="77777777" w:rsidTr="00C00617">
        <w:tc>
          <w:tcPr>
            <w:tcW w:w="2372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22BAE926" w14:textId="77777777" w:rsidR="006B1AD9" w:rsidRPr="008314CA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  <w:r w:rsidRPr="008314CA">
              <w:rPr>
                <w:rStyle w:val="Enfasigrassetto"/>
                <w:rFonts w:ascii="Arial" w:hAnsi="Arial" w:cs="Arial"/>
                <w:sz w:val="18"/>
                <w:szCs w:val="18"/>
              </w:rPr>
              <w:t>Project</w:t>
            </w:r>
          </w:p>
        </w:tc>
        <w:tc>
          <w:tcPr>
            <w:tcW w:w="569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778F2BFF" w14:textId="77777777" w:rsidR="006B1AD9" w:rsidRPr="008314CA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4A97C3A2" w14:textId="77777777" w:rsidR="006B1AD9" w:rsidRPr="008314CA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3B38EA34" w14:textId="77777777" w:rsidR="006B1AD9" w:rsidRPr="008314CA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5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117DAA41" w14:textId="77777777" w:rsidR="006B1AD9" w:rsidRPr="008314CA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1" w:type="dxa"/>
            <w:gridSpan w:val="3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1CF93F88" w14:textId="77777777" w:rsidR="006B1AD9" w:rsidRPr="008314CA" w:rsidRDefault="006B1AD9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153" w:rsidRPr="008314CA" w14:paraId="07CF9888" w14:textId="77777777" w:rsidTr="00C00617">
        <w:tc>
          <w:tcPr>
            <w:tcW w:w="2266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23074EC9" w14:textId="77777777" w:rsidR="00314153" w:rsidRPr="008314CA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314CA">
              <w:rPr>
                <w:rFonts w:ascii="Arial" w:hAnsi="Arial" w:cs="Arial"/>
                <w:i/>
                <w:sz w:val="18"/>
                <w:szCs w:val="18"/>
              </w:rPr>
              <w:t>Customer</w:t>
            </w:r>
          </w:p>
        </w:tc>
        <w:tc>
          <w:tcPr>
            <w:tcW w:w="2804" w:type="dxa"/>
            <w:gridSpan w:val="3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6A6634B5" w14:textId="77777777" w:rsidR="00314153" w:rsidRPr="008314CA" w:rsidRDefault="00314153" w:rsidP="00426C1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0" w:name="CUSTOMER"/>
            <w:bookmarkEnd w:id="0"/>
          </w:p>
        </w:tc>
        <w:tc>
          <w:tcPr>
            <w:tcW w:w="317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6E00ECBA" w14:textId="77777777" w:rsidR="00314153" w:rsidRPr="008314CA" w:rsidRDefault="00314153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348687C5" w14:textId="77777777" w:rsidR="00314153" w:rsidRPr="008314CA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314CA">
              <w:rPr>
                <w:rFonts w:ascii="Arial" w:hAnsi="Arial" w:cs="Arial"/>
                <w:i/>
                <w:sz w:val="18"/>
                <w:szCs w:val="18"/>
              </w:rPr>
              <w:t>Reference</w:t>
            </w:r>
          </w:p>
        </w:tc>
        <w:tc>
          <w:tcPr>
            <w:tcW w:w="3620" w:type="dxa"/>
            <w:gridSpan w:val="4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28134F22" w14:textId="77777777" w:rsidR="00314153" w:rsidRPr="008314CA" w:rsidRDefault="00314153" w:rsidP="003141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" w:name="REFERENCE"/>
            <w:bookmarkEnd w:id="1"/>
          </w:p>
        </w:tc>
      </w:tr>
      <w:tr w:rsidR="0000069A" w:rsidRPr="008314CA" w14:paraId="4C071E73" w14:textId="77777777" w:rsidTr="00C00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5D3D6" w14:textId="77777777" w:rsidR="0000069A" w:rsidRPr="008314CA" w:rsidRDefault="0000069A" w:rsidP="00EF54D4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314CA">
              <w:rPr>
                <w:rFonts w:ascii="Arial" w:hAnsi="Arial" w:cs="Arial"/>
                <w:i/>
                <w:sz w:val="18"/>
                <w:szCs w:val="18"/>
              </w:rPr>
              <w:t>Description</w:t>
            </w:r>
          </w:p>
        </w:tc>
        <w:tc>
          <w:tcPr>
            <w:tcW w:w="2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C8817" w14:textId="77777777" w:rsidR="0000069A" w:rsidRPr="008314CA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2" w:name="DESCRIPTION"/>
            <w:bookmarkEnd w:id="2"/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DC1E9" w14:textId="77777777" w:rsidR="0000069A" w:rsidRPr="008314CA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4BC52" w14:textId="77777777" w:rsidR="0000069A" w:rsidRPr="008314CA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963DD" w14:textId="77777777" w:rsidR="0000069A" w:rsidRPr="008314CA" w:rsidRDefault="0000069A" w:rsidP="00EF54D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8F977" w14:textId="77777777" w:rsidR="0000069A" w:rsidRPr="008314CA" w:rsidRDefault="0000069A" w:rsidP="00EF54D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47DF" w:rsidRPr="008314CA" w14:paraId="01F980C0" w14:textId="77777777" w:rsidTr="00C00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2801E9" w14:textId="77777777" w:rsidR="009847DF" w:rsidRPr="008314CA" w:rsidRDefault="009847DF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314CA">
              <w:rPr>
                <w:rFonts w:ascii="Arial" w:hAnsi="Arial" w:cs="Arial"/>
                <w:i/>
                <w:sz w:val="18"/>
                <w:szCs w:val="18"/>
              </w:rPr>
              <w:t>Geometry</w:t>
            </w:r>
          </w:p>
        </w:tc>
        <w:tc>
          <w:tcPr>
            <w:tcW w:w="8157" w:type="dxa"/>
            <w:gridSpan w:val="10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E2335" w14:textId="77777777" w:rsidR="009847DF" w:rsidRPr="008314CA" w:rsidRDefault="009847DF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3" w:name="GEOMETRY"/>
            <w:bookmarkEnd w:id="3"/>
          </w:p>
        </w:tc>
      </w:tr>
      <w:tr w:rsidR="00ED4EC9" w:rsidRPr="008314CA" w14:paraId="1A6AE810" w14:textId="77777777" w:rsidTr="00C00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CE6B8" w14:textId="77777777" w:rsidR="00ED4EC9" w:rsidRPr="008314CA" w:rsidRDefault="00ED4EC9" w:rsidP="00957C54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314CA">
              <w:rPr>
                <w:rFonts w:ascii="Arial" w:hAnsi="Arial" w:cs="Arial"/>
                <w:i/>
                <w:sz w:val="18"/>
                <w:szCs w:val="18"/>
              </w:rPr>
              <w:t xml:space="preserve">Fin </w:t>
            </w:r>
            <w:r w:rsidR="00957C54">
              <w:rPr>
                <w:rFonts w:ascii="Arial" w:hAnsi="Arial" w:cs="Arial"/>
                <w:i/>
                <w:sz w:val="18"/>
                <w:szCs w:val="18"/>
              </w:rPr>
              <w:t>t</w:t>
            </w:r>
            <w:r w:rsidRPr="008314CA">
              <w:rPr>
                <w:rFonts w:ascii="Arial" w:hAnsi="Arial" w:cs="Arial"/>
                <w:i/>
                <w:sz w:val="18"/>
                <w:szCs w:val="18"/>
              </w:rPr>
              <w:t>ype</w:t>
            </w:r>
          </w:p>
        </w:tc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BF7B0" w14:textId="77777777" w:rsidR="00ED4EC9" w:rsidRPr="008314CA" w:rsidRDefault="00ED4EC9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4" w:name="FINTYPE"/>
            <w:bookmarkEnd w:id="4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9F96B" w14:textId="77777777" w:rsidR="00ED4EC9" w:rsidRPr="008314CA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27FF2" w14:textId="77777777" w:rsidR="00ED4EC9" w:rsidRPr="008314CA" w:rsidRDefault="00F21539" w:rsidP="00F2153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Fin spacing [</w:t>
            </w:r>
            <w:r w:rsidR="00ED4EC9" w:rsidRPr="008314CA">
              <w:rPr>
                <w:rFonts w:ascii="Arial" w:hAnsi="Arial" w:cs="Arial"/>
                <w:i/>
                <w:sz w:val="18"/>
                <w:szCs w:val="18"/>
              </w:rPr>
              <w:t>thickness</w:t>
            </w:r>
            <w:r>
              <w:rPr>
                <w:rFonts w:ascii="Arial" w:hAnsi="Arial" w:cs="Arial"/>
                <w:i/>
                <w:sz w:val="18"/>
                <w:szCs w:val="18"/>
              </w:rPr>
              <w:t>] (mm)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34D58" w14:textId="77777777" w:rsidR="00ED4EC9" w:rsidRPr="008314CA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5" w:name="FINSPACING_AND_THICKNESS"/>
            <w:bookmarkEnd w:id="5"/>
          </w:p>
        </w:tc>
      </w:tr>
      <w:tr w:rsidR="00ED4EC9" w:rsidRPr="008314CA" w14:paraId="666FF135" w14:textId="77777777" w:rsidTr="00C00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55F0B" w14:textId="77777777" w:rsidR="00ED4EC9" w:rsidRPr="008314CA" w:rsidRDefault="00F3488D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314CA">
              <w:rPr>
                <w:rFonts w:ascii="Arial" w:hAnsi="Arial" w:cs="Arial"/>
                <w:i/>
                <w:sz w:val="18"/>
                <w:szCs w:val="18"/>
              </w:rPr>
              <w:t>Finned HxL (mm)</w:t>
            </w:r>
          </w:p>
        </w:tc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BE96F" w14:textId="77777777" w:rsidR="00ED4EC9" w:rsidRPr="008314CA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6" w:name="HxL"/>
            <w:bookmarkEnd w:id="6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72941" w14:textId="77777777" w:rsidR="00ED4EC9" w:rsidRPr="008314CA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68C0A" w14:textId="77777777" w:rsidR="00ED4EC9" w:rsidRPr="008314CA" w:rsidRDefault="00ED4EC9" w:rsidP="00516AC6">
            <w:pPr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8314CA">
              <w:rPr>
                <w:rFonts w:ascii="Arial" w:hAnsi="Arial" w:cs="Arial"/>
                <w:i/>
                <w:sz w:val="18"/>
                <w:szCs w:val="18"/>
                <w:lang w:val="en-US"/>
              </w:rPr>
              <w:t>Circuits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724E9" w14:textId="77777777" w:rsidR="00ED4EC9" w:rsidRPr="008314CA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7" w:name="CIRCUITS"/>
            <w:bookmarkEnd w:id="7"/>
          </w:p>
        </w:tc>
      </w:tr>
      <w:tr w:rsidR="00BF5D29" w:rsidRPr="008314CA" w14:paraId="2B0D43C6" w14:textId="77777777" w:rsidTr="00C00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5740A" w14:textId="77777777" w:rsidR="00BF5D29" w:rsidRPr="008314CA" w:rsidRDefault="00F3488D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314CA">
              <w:rPr>
                <w:rFonts w:ascii="Arial" w:hAnsi="Arial" w:cs="Arial"/>
                <w:i/>
                <w:sz w:val="18"/>
                <w:szCs w:val="18"/>
              </w:rPr>
              <w:t>Rows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19226" w14:textId="77777777" w:rsidR="00BF5D29" w:rsidRPr="008314CA" w:rsidRDefault="00BF5D29" w:rsidP="00F3488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8" w:name="ROWS"/>
            <w:bookmarkEnd w:id="8"/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B903" w14:textId="77777777" w:rsidR="00BF5D29" w:rsidRPr="008314CA" w:rsidRDefault="00BF5D29" w:rsidP="00F3488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66FA6" w14:textId="77777777" w:rsidR="00BF5D29" w:rsidRPr="008314CA" w:rsidRDefault="00BF5D29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5F8B0" w14:textId="77777777" w:rsidR="00BF5D29" w:rsidRPr="008314CA" w:rsidRDefault="00BF5D2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314CA">
              <w:rPr>
                <w:rFonts w:ascii="Arial" w:hAnsi="Arial" w:cs="Arial"/>
                <w:i/>
                <w:sz w:val="18"/>
                <w:szCs w:val="18"/>
              </w:rPr>
              <w:t>Unused tubes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2596B" w14:textId="77777777" w:rsidR="00BF5D29" w:rsidRPr="008314CA" w:rsidRDefault="00BF5D29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9" w:name="UNUSEDTUBES"/>
            <w:bookmarkEnd w:id="9"/>
          </w:p>
        </w:tc>
      </w:tr>
      <w:tr w:rsidR="00ED4EC9" w:rsidRPr="008314CA" w14:paraId="7EFC31E2" w14:textId="77777777" w:rsidTr="00C00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DDDF8" w14:textId="77777777" w:rsidR="00ED4EC9" w:rsidRPr="008314CA" w:rsidRDefault="00ED4EC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314CA">
              <w:rPr>
                <w:rFonts w:ascii="Arial" w:hAnsi="Arial" w:cs="Arial"/>
                <w:i/>
                <w:sz w:val="18"/>
                <w:szCs w:val="18"/>
              </w:rPr>
              <w:t>Altitude o.s.l. (m)</w:t>
            </w:r>
          </w:p>
        </w:tc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9412B" w14:textId="77777777" w:rsidR="00ED4EC9" w:rsidRPr="008314CA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0" w:name="HSLM"/>
            <w:bookmarkEnd w:id="10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5F2CE" w14:textId="77777777" w:rsidR="00ED4EC9" w:rsidRPr="008314CA" w:rsidRDefault="00ED4EC9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076B2" w14:textId="77777777" w:rsidR="00ED4EC9" w:rsidRPr="008314CA" w:rsidRDefault="00C425D9" w:rsidP="00C425D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314CA">
              <w:rPr>
                <w:rFonts w:ascii="Arial" w:hAnsi="Arial" w:cs="Arial"/>
                <w:i/>
                <w:sz w:val="18"/>
                <w:szCs w:val="18"/>
              </w:rPr>
              <w:t>Refrigerant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64470" w14:textId="77777777" w:rsidR="00ED4EC9" w:rsidRPr="008314CA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1" w:name="REFRIGERANT"/>
            <w:bookmarkEnd w:id="11"/>
          </w:p>
        </w:tc>
      </w:tr>
      <w:tr w:rsidR="004B3C71" w:rsidRPr="008314CA" w14:paraId="1B00FCEF" w14:textId="77777777" w:rsidTr="00C00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319EC" w14:textId="1643427D" w:rsidR="004B3C71" w:rsidRPr="008314CA" w:rsidRDefault="004B3C71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Inside Volume (Liters)</w:t>
            </w:r>
          </w:p>
        </w:tc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662C0" w14:textId="77777777" w:rsidR="004B3C71" w:rsidRPr="008314CA" w:rsidRDefault="004B3C71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2" w:name="VOLINT"/>
            <w:bookmarkEnd w:id="12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74ECB" w14:textId="77777777" w:rsidR="004B3C71" w:rsidRPr="008314CA" w:rsidRDefault="004B3C71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6A2EE" w14:textId="77777777" w:rsidR="004B3C71" w:rsidRPr="008314CA" w:rsidRDefault="004B3C71" w:rsidP="00C425D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54E7D" w14:textId="77777777" w:rsidR="004B3C71" w:rsidRPr="008314CA" w:rsidRDefault="004B3C71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Grigliatabell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638"/>
        <w:gridCol w:w="638"/>
        <w:gridCol w:w="639"/>
        <w:gridCol w:w="569"/>
        <w:gridCol w:w="565"/>
        <w:gridCol w:w="570"/>
        <w:gridCol w:w="706"/>
        <w:gridCol w:w="780"/>
        <w:gridCol w:w="639"/>
        <w:gridCol w:w="639"/>
        <w:gridCol w:w="639"/>
        <w:gridCol w:w="637"/>
        <w:gridCol w:w="639"/>
        <w:gridCol w:w="639"/>
        <w:gridCol w:w="631"/>
      </w:tblGrid>
      <w:tr w:rsidR="008A6088" w:rsidRPr="0082485D" w14:paraId="0E5DFA1C" w14:textId="77777777" w:rsidTr="0037086B">
        <w:trPr>
          <w:trHeight w:val="223"/>
          <w:jc w:val="right"/>
        </w:trPr>
        <w:tc>
          <w:tcPr>
            <w:tcW w:w="312" w:type="pct"/>
            <w:tcBorders>
              <w:top w:val="dotted" w:sz="4" w:space="0" w:color="auto"/>
            </w:tcBorders>
          </w:tcPr>
          <w:p w14:paraId="2C12A9F5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630EE369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4D3710F4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54924A5D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AI</w:t>
            </w:r>
          </w:p>
        </w:tc>
        <w:tc>
          <w:tcPr>
            <w:tcW w:w="279" w:type="pct"/>
            <w:tcBorders>
              <w:top w:val="dotted" w:sz="4" w:space="0" w:color="auto"/>
            </w:tcBorders>
          </w:tcPr>
          <w:p w14:paraId="0B3BB6F1" w14:textId="77777777" w:rsidR="006B752D" w:rsidRPr="0082485D" w:rsidRDefault="006B752D" w:rsidP="006B752D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RH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I</w:t>
            </w:r>
          </w:p>
        </w:tc>
        <w:tc>
          <w:tcPr>
            <w:tcW w:w="277" w:type="pct"/>
            <w:tcBorders>
              <w:top w:val="dotted" w:sz="4" w:space="0" w:color="auto"/>
            </w:tcBorders>
          </w:tcPr>
          <w:p w14:paraId="0CE5F746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AO</w:t>
            </w:r>
          </w:p>
        </w:tc>
        <w:tc>
          <w:tcPr>
            <w:tcW w:w="279" w:type="pct"/>
            <w:tcBorders>
              <w:top w:val="dotted" w:sz="4" w:space="0" w:color="auto"/>
            </w:tcBorders>
          </w:tcPr>
          <w:p w14:paraId="6D4BE2FD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RH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O</w:t>
            </w:r>
          </w:p>
        </w:tc>
        <w:tc>
          <w:tcPr>
            <w:tcW w:w="346" w:type="pct"/>
            <w:tcBorders>
              <w:top w:val="dotted" w:sz="4" w:space="0" w:color="auto"/>
            </w:tcBorders>
          </w:tcPr>
          <w:p w14:paraId="134FE459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TOT</w:t>
            </w:r>
          </w:p>
        </w:tc>
        <w:tc>
          <w:tcPr>
            <w:tcW w:w="382" w:type="pct"/>
            <w:tcBorders>
              <w:top w:val="dotted" w:sz="4" w:space="0" w:color="auto"/>
            </w:tcBorders>
          </w:tcPr>
          <w:p w14:paraId="7AF7D51D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Q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SEN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10B7AEE0" w14:textId="77777777" w:rsidR="006B752D" w:rsidRPr="0082485D" w:rsidRDefault="006B752D" w:rsidP="006B752D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E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71BC8C3B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SUR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695CB0DD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C</w:t>
            </w:r>
          </w:p>
        </w:tc>
        <w:tc>
          <w:tcPr>
            <w:tcW w:w="312" w:type="pct"/>
            <w:tcBorders>
              <w:top w:val="dotted" w:sz="4" w:space="0" w:color="auto"/>
            </w:tcBorders>
          </w:tcPr>
          <w:p w14:paraId="23F9EAD3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SUB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45B260A4" w14:textId="77777777" w:rsidR="006B752D" w:rsidRPr="0082485D" w:rsidRDefault="006B752D" w:rsidP="006B752D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Q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REF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67325210" w14:textId="77777777" w:rsidR="006B752D" w:rsidRPr="0082485D" w:rsidRDefault="006B752D" w:rsidP="006B752D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R</w:t>
            </w:r>
          </w:p>
        </w:tc>
        <w:tc>
          <w:tcPr>
            <w:tcW w:w="309" w:type="pct"/>
            <w:tcBorders>
              <w:top w:val="dotted" w:sz="4" w:space="0" w:color="auto"/>
            </w:tcBorders>
          </w:tcPr>
          <w:p w14:paraId="10830B87" w14:textId="77777777" w:rsidR="006B752D" w:rsidRPr="0082485D" w:rsidRDefault="008A608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</w:t>
            </w:r>
            <w:r>
              <w:rPr>
                <w:rFonts w:ascii="Arial" w:hAnsi="Arial" w:cs="Arial"/>
                <w:b/>
                <w:sz w:val="18"/>
              </w:rPr>
              <w:t>T</w:t>
            </w:r>
            <w:r w:rsidRPr="008A6088">
              <w:rPr>
                <w:rFonts w:ascii="Arial" w:hAnsi="Arial" w:cs="Arial"/>
                <w:b/>
                <w:sz w:val="18"/>
                <w:vertAlign w:val="subscript"/>
              </w:rPr>
              <w:t>R</w:t>
            </w:r>
          </w:p>
        </w:tc>
      </w:tr>
      <w:tr w:rsidR="008A6088" w:rsidRPr="0082485D" w14:paraId="63965930" w14:textId="77777777" w:rsidTr="003056BC">
        <w:trPr>
          <w:trHeight w:val="224"/>
          <w:jc w:val="right"/>
        </w:trPr>
        <w:tc>
          <w:tcPr>
            <w:tcW w:w="312" w:type="pct"/>
            <w:tcBorders>
              <w:bottom w:val="dotted" w:sz="4" w:space="0" w:color="auto"/>
            </w:tcBorders>
          </w:tcPr>
          <w:p w14:paraId="4650C343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>3</w:t>
            </w:r>
            <w:r w:rsidRPr="0082485D">
              <w:rPr>
                <w:rFonts w:ascii="Arial" w:hAnsi="Arial" w:cs="Arial"/>
                <w:b/>
                <w:sz w:val="18"/>
              </w:rPr>
              <w:t>/h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235FB8EF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2A466944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Pa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6A411145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279" w:type="pct"/>
            <w:tcBorders>
              <w:bottom w:val="dotted" w:sz="4" w:space="0" w:color="auto"/>
            </w:tcBorders>
          </w:tcPr>
          <w:p w14:paraId="5D406D6A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%</w:t>
            </w:r>
          </w:p>
        </w:tc>
        <w:tc>
          <w:tcPr>
            <w:tcW w:w="277" w:type="pct"/>
            <w:tcBorders>
              <w:bottom w:val="dotted" w:sz="4" w:space="0" w:color="auto"/>
            </w:tcBorders>
          </w:tcPr>
          <w:p w14:paraId="0BB26430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279" w:type="pct"/>
            <w:tcBorders>
              <w:bottom w:val="dotted" w:sz="4" w:space="0" w:color="auto"/>
            </w:tcBorders>
          </w:tcPr>
          <w:p w14:paraId="55BA2F65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%</w:t>
            </w:r>
          </w:p>
        </w:tc>
        <w:tc>
          <w:tcPr>
            <w:tcW w:w="346" w:type="pct"/>
            <w:tcBorders>
              <w:bottom w:val="dotted" w:sz="4" w:space="0" w:color="auto"/>
            </w:tcBorders>
          </w:tcPr>
          <w:p w14:paraId="62B92B1A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382" w:type="pct"/>
            <w:tcBorders>
              <w:bottom w:val="dotted" w:sz="4" w:space="0" w:color="auto"/>
            </w:tcBorders>
          </w:tcPr>
          <w:p w14:paraId="74B7767C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3D495E6B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42B813F3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2AE22C64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12" w:type="pct"/>
            <w:tcBorders>
              <w:bottom w:val="dotted" w:sz="4" w:space="0" w:color="auto"/>
            </w:tcBorders>
          </w:tcPr>
          <w:p w14:paraId="41CDCD5F" w14:textId="77777777" w:rsidR="006B752D" w:rsidRPr="0082485D" w:rsidRDefault="006B752D" w:rsidP="006B752D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0F4C9593" w14:textId="77777777" w:rsidR="006B752D" w:rsidRPr="0082485D" w:rsidRDefault="00494310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  <w:r w:rsidR="006B752D">
              <w:rPr>
                <w:rFonts w:ascii="Arial" w:hAnsi="Arial" w:cs="Arial"/>
                <w:b/>
                <w:sz w:val="18"/>
              </w:rPr>
              <w:t>g/h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0812D6A3" w14:textId="77777777" w:rsidR="006B752D" w:rsidRPr="0082485D" w:rsidRDefault="006B752D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kPa</w:t>
            </w:r>
          </w:p>
        </w:tc>
        <w:tc>
          <w:tcPr>
            <w:tcW w:w="309" w:type="pct"/>
            <w:tcBorders>
              <w:bottom w:val="dotted" w:sz="4" w:space="0" w:color="auto"/>
            </w:tcBorders>
          </w:tcPr>
          <w:p w14:paraId="55C0E176" w14:textId="77777777" w:rsidR="006B752D" w:rsidRPr="0082485D" w:rsidRDefault="008A608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</w:tr>
    </w:tbl>
    <w:p w14:paraId="19E860CE" w14:textId="77777777" w:rsidR="004C7FC9" w:rsidRPr="00EB2FBE" w:rsidRDefault="002759EE" w:rsidP="002759EE">
      <w:pPr>
        <w:tabs>
          <w:tab w:val="right" w:pos="567"/>
          <w:tab w:val="right" w:pos="1191"/>
          <w:tab w:val="right" w:pos="1814"/>
          <w:tab w:val="right" w:pos="2438"/>
          <w:tab w:val="right" w:pos="3005"/>
          <w:tab w:val="right" w:pos="3572"/>
          <w:tab w:val="right" w:pos="4111"/>
          <w:tab w:val="right" w:pos="4876"/>
          <w:tab w:val="right" w:pos="5670"/>
          <w:tab w:val="right" w:pos="6237"/>
          <w:tab w:val="right" w:pos="6917"/>
          <w:tab w:val="right" w:pos="7541"/>
          <w:tab w:val="right" w:pos="8193"/>
          <w:tab w:val="right" w:pos="8845"/>
          <w:tab w:val="right" w:pos="9469"/>
          <w:tab w:val="right" w:pos="10093"/>
        </w:tabs>
        <w:spacing w:after="0"/>
        <w:rPr>
          <w:rFonts w:ascii="Arial" w:hAnsi="Arial" w:cs="Arial"/>
          <w:sz w:val="16"/>
        </w:rPr>
      </w:pPr>
      <w:bookmarkStart w:id="13" w:name="DATA"/>
      <w:bookmarkEnd w:id="13"/>
      <w:r>
        <w:rPr>
          <w:rFonts w:ascii="Arial" w:hAnsi="Arial" w:cs="Arial"/>
          <w:sz w:val="16"/>
        </w:rPr>
        <w:tab/>
      </w:r>
    </w:p>
    <w:sectPr w:rsidR="004C7FC9" w:rsidRPr="00EB2FBE" w:rsidSect="001531FC">
      <w:footerReference w:type="default" r:id="rId7"/>
      <w:pgSz w:w="11906" w:h="16838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20D8E" w14:textId="77777777" w:rsidR="00F51DBD" w:rsidRDefault="00F51DBD" w:rsidP="00F430EA">
      <w:pPr>
        <w:spacing w:after="0" w:line="240" w:lineRule="auto"/>
      </w:pPr>
      <w:r>
        <w:separator/>
      </w:r>
    </w:p>
  </w:endnote>
  <w:endnote w:type="continuationSeparator" w:id="0">
    <w:p w14:paraId="0503E941" w14:textId="77777777" w:rsidR="00F51DBD" w:rsidRDefault="00F51DBD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7BCD7" w14:textId="77777777" w:rsidR="00620D56" w:rsidRDefault="00620D56" w:rsidP="00620D56">
    <w:pPr>
      <w:pStyle w:val="Pidipagina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102FF9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102FF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79E6D" w14:textId="77777777" w:rsidR="00F51DBD" w:rsidRDefault="00F51DBD" w:rsidP="00F430EA">
      <w:pPr>
        <w:spacing w:after="0" w:line="240" w:lineRule="auto"/>
      </w:pPr>
      <w:r>
        <w:separator/>
      </w:r>
    </w:p>
  </w:footnote>
  <w:footnote w:type="continuationSeparator" w:id="0">
    <w:p w14:paraId="465EDE7B" w14:textId="77777777" w:rsidR="00F51DBD" w:rsidRDefault="00F51DBD" w:rsidP="00F430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1059F"/>
    <w:rsid w:val="00016A17"/>
    <w:rsid w:val="00026964"/>
    <w:rsid w:val="000472F1"/>
    <w:rsid w:val="00052689"/>
    <w:rsid w:val="00074307"/>
    <w:rsid w:val="00081FD5"/>
    <w:rsid w:val="00082596"/>
    <w:rsid w:val="000C1975"/>
    <w:rsid w:val="000E3506"/>
    <w:rsid w:val="000E41DC"/>
    <w:rsid w:val="000E75EB"/>
    <w:rsid w:val="000F303D"/>
    <w:rsid w:val="00102FF9"/>
    <w:rsid w:val="00113EE1"/>
    <w:rsid w:val="00117142"/>
    <w:rsid w:val="00145042"/>
    <w:rsid w:val="001531FC"/>
    <w:rsid w:val="001941C5"/>
    <w:rsid w:val="001A61EC"/>
    <w:rsid w:val="001B130B"/>
    <w:rsid w:val="001F1C7B"/>
    <w:rsid w:val="001F5285"/>
    <w:rsid w:val="00222F0D"/>
    <w:rsid w:val="002418A0"/>
    <w:rsid w:val="00262DC1"/>
    <w:rsid w:val="00273D28"/>
    <w:rsid w:val="002759EE"/>
    <w:rsid w:val="002765A3"/>
    <w:rsid w:val="00281FAC"/>
    <w:rsid w:val="002B4DF3"/>
    <w:rsid w:val="002F2C78"/>
    <w:rsid w:val="002F4C3C"/>
    <w:rsid w:val="00303D52"/>
    <w:rsid w:val="003056BC"/>
    <w:rsid w:val="00314153"/>
    <w:rsid w:val="00322A94"/>
    <w:rsid w:val="00332C67"/>
    <w:rsid w:val="00334A4C"/>
    <w:rsid w:val="00347DC8"/>
    <w:rsid w:val="00357EE8"/>
    <w:rsid w:val="00361411"/>
    <w:rsid w:val="0037086B"/>
    <w:rsid w:val="00383A67"/>
    <w:rsid w:val="003840F8"/>
    <w:rsid w:val="003A3B87"/>
    <w:rsid w:val="003B6292"/>
    <w:rsid w:val="003D21A1"/>
    <w:rsid w:val="003E15EA"/>
    <w:rsid w:val="00414A46"/>
    <w:rsid w:val="00426C17"/>
    <w:rsid w:val="00462D74"/>
    <w:rsid w:val="00463395"/>
    <w:rsid w:val="0047415A"/>
    <w:rsid w:val="00476A49"/>
    <w:rsid w:val="004842AB"/>
    <w:rsid w:val="004878EB"/>
    <w:rsid w:val="00494310"/>
    <w:rsid w:val="004B3C71"/>
    <w:rsid w:val="004C2C2E"/>
    <w:rsid w:val="004C7FC9"/>
    <w:rsid w:val="004D4977"/>
    <w:rsid w:val="004D7E0C"/>
    <w:rsid w:val="004E2FD6"/>
    <w:rsid w:val="004F2984"/>
    <w:rsid w:val="004F659C"/>
    <w:rsid w:val="00514947"/>
    <w:rsid w:val="00516AC6"/>
    <w:rsid w:val="005241B5"/>
    <w:rsid w:val="00531AC7"/>
    <w:rsid w:val="00545D8C"/>
    <w:rsid w:val="00550988"/>
    <w:rsid w:val="0055213A"/>
    <w:rsid w:val="00574798"/>
    <w:rsid w:val="005872FA"/>
    <w:rsid w:val="005C105A"/>
    <w:rsid w:val="005E0C9B"/>
    <w:rsid w:val="00601220"/>
    <w:rsid w:val="006035E5"/>
    <w:rsid w:val="006056C2"/>
    <w:rsid w:val="00607A31"/>
    <w:rsid w:val="00616D5D"/>
    <w:rsid w:val="00617138"/>
    <w:rsid w:val="00620D56"/>
    <w:rsid w:val="0062112B"/>
    <w:rsid w:val="006276D1"/>
    <w:rsid w:val="00632758"/>
    <w:rsid w:val="00636CF5"/>
    <w:rsid w:val="00645A3F"/>
    <w:rsid w:val="0066645B"/>
    <w:rsid w:val="00666543"/>
    <w:rsid w:val="006846FD"/>
    <w:rsid w:val="006B10E4"/>
    <w:rsid w:val="006B1AD9"/>
    <w:rsid w:val="006B752D"/>
    <w:rsid w:val="006F5582"/>
    <w:rsid w:val="0072180F"/>
    <w:rsid w:val="00722826"/>
    <w:rsid w:val="00756C01"/>
    <w:rsid w:val="00761D07"/>
    <w:rsid w:val="00770E66"/>
    <w:rsid w:val="00775B1E"/>
    <w:rsid w:val="00776CA9"/>
    <w:rsid w:val="007B0CA9"/>
    <w:rsid w:val="007B7FB6"/>
    <w:rsid w:val="007E02D0"/>
    <w:rsid w:val="008100F0"/>
    <w:rsid w:val="00815976"/>
    <w:rsid w:val="0082485D"/>
    <w:rsid w:val="00824959"/>
    <w:rsid w:val="008314CA"/>
    <w:rsid w:val="008542CD"/>
    <w:rsid w:val="00857FCB"/>
    <w:rsid w:val="00865DEB"/>
    <w:rsid w:val="00887C59"/>
    <w:rsid w:val="00892231"/>
    <w:rsid w:val="008A38DC"/>
    <w:rsid w:val="008A6088"/>
    <w:rsid w:val="008C4124"/>
    <w:rsid w:val="008C50E7"/>
    <w:rsid w:val="008F4DA5"/>
    <w:rsid w:val="00920967"/>
    <w:rsid w:val="00923E01"/>
    <w:rsid w:val="009513FF"/>
    <w:rsid w:val="00957C54"/>
    <w:rsid w:val="00960F92"/>
    <w:rsid w:val="00961B3A"/>
    <w:rsid w:val="009731C2"/>
    <w:rsid w:val="009815AD"/>
    <w:rsid w:val="009847DF"/>
    <w:rsid w:val="00992248"/>
    <w:rsid w:val="009B3303"/>
    <w:rsid w:val="009D29FB"/>
    <w:rsid w:val="009D4279"/>
    <w:rsid w:val="009D5743"/>
    <w:rsid w:val="009D65C9"/>
    <w:rsid w:val="009E2834"/>
    <w:rsid w:val="00A00F0D"/>
    <w:rsid w:val="00A0148E"/>
    <w:rsid w:val="00A57441"/>
    <w:rsid w:val="00A659DF"/>
    <w:rsid w:val="00AD3A52"/>
    <w:rsid w:val="00AF39A9"/>
    <w:rsid w:val="00B00A1E"/>
    <w:rsid w:val="00B12A7F"/>
    <w:rsid w:val="00B12CC8"/>
    <w:rsid w:val="00B64D63"/>
    <w:rsid w:val="00B65F8A"/>
    <w:rsid w:val="00B84824"/>
    <w:rsid w:val="00B85633"/>
    <w:rsid w:val="00B96C77"/>
    <w:rsid w:val="00B96F1C"/>
    <w:rsid w:val="00BB009A"/>
    <w:rsid w:val="00BB78A6"/>
    <w:rsid w:val="00BC49DE"/>
    <w:rsid w:val="00BC49E5"/>
    <w:rsid w:val="00BD16B7"/>
    <w:rsid w:val="00BE1690"/>
    <w:rsid w:val="00BF175F"/>
    <w:rsid w:val="00BF5D29"/>
    <w:rsid w:val="00C00606"/>
    <w:rsid w:val="00C00617"/>
    <w:rsid w:val="00C073D9"/>
    <w:rsid w:val="00C15B3E"/>
    <w:rsid w:val="00C16D0B"/>
    <w:rsid w:val="00C425D9"/>
    <w:rsid w:val="00C513D6"/>
    <w:rsid w:val="00C6703F"/>
    <w:rsid w:val="00C8483F"/>
    <w:rsid w:val="00CB4E11"/>
    <w:rsid w:val="00CC0CED"/>
    <w:rsid w:val="00CC1C5F"/>
    <w:rsid w:val="00CE2080"/>
    <w:rsid w:val="00CE259F"/>
    <w:rsid w:val="00CF5C6D"/>
    <w:rsid w:val="00D0549C"/>
    <w:rsid w:val="00D15F00"/>
    <w:rsid w:val="00D275CE"/>
    <w:rsid w:val="00D30F66"/>
    <w:rsid w:val="00D6315A"/>
    <w:rsid w:val="00DA72BD"/>
    <w:rsid w:val="00DB7063"/>
    <w:rsid w:val="00DC42D7"/>
    <w:rsid w:val="00DD4059"/>
    <w:rsid w:val="00DE4A34"/>
    <w:rsid w:val="00DF6C47"/>
    <w:rsid w:val="00E06D98"/>
    <w:rsid w:val="00E54137"/>
    <w:rsid w:val="00E61C3F"/>
    <w:rsid w:val="00E644FA"/>
    <w:rsid w:val="00E73D88"/>
    <w:rsid w:val="00E84C45"/>
    <w:rsid w:val="00E85235"/>
    <w:rsid w:val="00E971DC"/>
    <w:rsid w:val="00EA090B"/>
    <w:rsid w:val="00EA0E88"/>
    <w:rsid w:val="00EB2FBE"/>
    <w:rsid w:val="00ED12A2"/>
    <w:rsid w:val="00ED4EC9"/>
    <w:rsid w:val="00EE06C9"/>
    <w:rsid w:val="00EE08EA"/>
    <w:rsid w:val="00F0210C"/>
    <w:rsid w:val="00F07D68"/>
    <w:rsid w:val="00F11651"/>
    <w:rsid w:val="00F21539"/>
    <w:rsid w:val="00F2183F"/>
    <w:rsid w:val="00F233B7"/>
    <w:rsid w:val="00F255F8"/>
    <w:rsid w:val="00F30EDB"/>
    <w:rsid w:val="00F3488D"/>
    <w:rsid w:val="00F36144"/>
    <w:rsid w:val="00F430EA"/>
    <w:rsid w:val="00F51DBD"/>
    <w:rsid w:val="00F52A47"/>
    <w:rsid w:val="00F82B86"/>
    <w:rsid w:val="00F873B6"/>
    <w:rsid w:val="00FA0F72"/>
    <w:rsid w:val="00FB2987"/>
    <w:rsid w:val="00FD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7A7CBB3E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A5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5744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63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9C4F2-1499-4823-A6C6-83E02206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149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63</cp:revision>
  <cp:lastPrinted>2019-06-20T07:42:00Z</cp:lastPrinted>
  <dcterms:created xsi:type="dcterms:W3CDTF">2019-03-30T09:33:00Z</dcterms:created>
  <dcterms:modified xsi:type="dcterms:W3CDTF">2025-08-06T13:37:00Z</dcterms:modified>
</cp:coreProperties>
</file>